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27" w:rsidRPr="002C6D7B" w:rsidRDefault="00DC6427" w:rsidP="00383945">
      <w:pPr>
        <w:jc w:val="center"/>
        <w:rPr>
          <w:rFonts w:ascii="Palatino Linotype" w:hAnsi="Palatino Linotype" w:cs="Arial"/>
        </w:rPr>
      </w:pPr>
    </w:p>
    <w:p w:rsidR="00DC6427" w:rsidRPr="002C6D7B" w:rsidRDefault="00DC6427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:rsidR="00DC6427" w:rsidRPr="002C6D7B" w:rsidRDefault="00DC6427" w:rsidP="003812F8">
      <w:pPr>
        <w:rPr>
          <w:rFonts w:ascii="Palatino Linotype" w:hAnsi="Palatino Linotype"/>
          <w:emboss/>
          <w:snapToGrid w:val="0"/>
        </w:rPr>
      </w:pPr>
    </w:p>
    <w:p w:rsidR="00DC6427" w:rsidRDefault="00DC6427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Pr="00993962">
        <w:rPr>
          <w:rFonts w:ascii="Palatino Linotype" w:hAnsi="Palatino Linotype"/>
          <w:b/>
        </w:rPr>
        <w:t>malého rozsahu</w:t>
      </w:r>
    </w:p>
    <w:p w:rsidR="00DC6427" w:rsidRPr="00993962" w:rsidRDefault="00DC6427" w:rsidP="00993962">
      <w:pPr>
        <w:jc w:val="center"/>
        <w:rPr>
          <w:rFonts w:ascii="Palatino Linotype" w:hAnsi="Palatino Linotype"/>
          <w:b/>
        </w:rPr>
      </w:pPr>
    </w:p>
    <w:p w:rsidR="00DC6427" w:rsidRPr="00D13660" w:rsidRDefault="00DC6427" w:rsidP="00993962">
      <w:pPr>
        <w:pStyle w:val="Default"/>
        <w:jc w:val="both"/>
        <w:rPr>
          <w:sz w:val="22"/>
          <w:szCs w:val="22"/>
        </w:rPr>
      </w:pPr>
    </w:p>
    <w:p w:rsidR="00DC6427" w:rsidRPr="00CB6ACC" w:rsidRDefault="00DC6427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Pr="00852012">
        <w:rPr>
          <w:b/>
          <w:bCs/>
        </w:rPr>
        <w:t>Inženýrské sítě pro nové RD</w:t>
      </w:r>
      <w:r>
        <w:rPr>
          <w:b/>
          <w:bCs/>
        </w:rPr>
        <w:t xml:space="preserve"> - přípojky</w:t>
      </w:r>
      <w:r w:rsidRPr="00432BF6">
        <w:rPr>
          <w:rFonts w:ascii="Palatino Linotype" w:hAnsi="Palatino Linotype"/>
          <w:b/>
        </w:rPr>
        <w:t>“</w:t>
      </w:r>
    </w:p>
    <w:p w:rsidR="00DC6427" w:rsidRPr="00D13660" w:rsidRDefault="00DC6427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DC6427" w:rsidRDefault="00DC6427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>Při zadání této zakázky se, s výjimkou ust.§ 6, nepostupuje podle zákona č.13</w:t>
      </w:r>
      <w:r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>
        <w:rPr>
          <w:rFonts w:ascii="Palatino Linotype" w:hAnsi="Palatino Linotype"/>
          <w:b/>
          <w:sz w:val="22"/>
          <w:szCs w:val="22"/>
        </w:rPr>
        <w:t>16</w:t>
      </w:r>
      <w:bookmarkStart w:id="0" w:name="_GoBack"/>
      <w:bookmarkEnd w:id="0"/>
      <w:r w:rsidRPr="00993962">
        <w:rPr>
          <w:rFonts w:ascii="Palatino Linotype" w:hAnsi="Palatino Linotype"/>
          <w:b/>
          <w:sz w:val="22"/>
          <w:szCs w:val="22"/>
        </w:rPr>
        <w:t xml:space="preserve"> Sb., o </w:t>
      </w:r>
      <w:r>
        <w:rPr>
          <w:rFonts w:ascii="Palatino Linotype" w:hAnsi="Palatino Linotype"/>
          <w:b/>
          <w:sz w:val="22"/>
          <w:szCs w:val="22"/>
        </w:rPr>
        <w:t xml:space="preserve"> zadávání </w:t>
      </w:r>
      <w:r w:rsidRPr="00993962">
        <w:rPr>
          <w:rFonts w:ascii="Palatino Linotype" w:hAnsi="Palatino Linotype"/>
          <w:b/>
          <w:sz w:val="22"/>
          <w:szCs w:val="22"/>
        </w:rPr>
        <w:t>veřejných zakáz</w:t>
      </w:r>
      <w:r>
        <w:rPr>
          <w:rFonts w:ascii="Palatino Linotype" w:hAnsi="Palatino Linotype"/>
          <w:b/>
          <w:sz w:val="22"/>
          <w:szCs w:val="22"/>
        </w:rPr>
        <w:t>ek</w:t>
      </w:r>
      <w:r w:rsidRPr="00993962">
        <w:rPr>
          <w:rFonts w:ascii="Palatino Linotype" w:hAnsi="Palatino Linotype"/>
          <w:b/>
          <w:sz w:val="22"/>
          <w:szCs w:val="22"/>
        </w:rPr>
        <w:t>.</w:t>
      </w:r>
    </w:p>
    <w:p w:rsidR="00DC6427" w:rsidRPr="00993962" w:rsidRDefault="00DC6427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DC6427" w:rsidRPr="00993962" w:rsidRDefault="00DC6427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1"/>
        <w:gridCol w:w="4889"/>
      </w:tblGrid>
      <w:tr w:rsidR="00DC6427" w:rsidRPr="002C6D7B" w:rsidTr="003D0393">
        <w:trPr>
          <w:trHeight w:val="27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DC6427" w:rsidRPr="002C6D7B" w:rsidRDefault="00DC6427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Uchazeč</w:t>
            </w:r>
          </w:p>
          <w:p w:rsidR="00DC6427" w:rsidRPr="002C6D7B" w:rsidRDefault="00DC6427" w:rsidP="003D0393">
            <w:pPr>
              <w:jc w:val="center"/>
              <w:rPr>
                <w:rFonts w:ascii="Palatino Linotype" w:hAnsi="Palatino Linotype" w:cs="Arial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(obchodní firma nebo jméno a příjmení)</w:t>
            </w:r>
          </w:p>
        </w:tc>
        <w:tc>
          <w:tcPr>
            <w:tcW w:w="4889" w:type="dxa"/>
            <w:tcBorders>
              <w:top w:val="single" w:sz="12" w:space="0" w:color="auto"/>
            </w:tcBorders>
            <w:vAlign w:val="center"/>
          </w:tcPr>
          <w:p w:rsidR="00DC6427" w:rsidRPr="002C6D7B" w:rsidRDefault="00DC6427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DC6427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DC6427" w:rsidRPr="002C6D7B" w:rsidRDefault="00DC6427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příjmení a funkce </w:t>
            </w:r>
          </w:p>
          <w:p w:rsidR="00DC6427" w:rsidRPr="002C6D7B" w:rsidRDefault="00DC6427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:rsidR="00DC6427" w:rsidRPr="002C6D7B" w:rsidRDefault="00DC6427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DC6427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DC6427" w:rsidRPr="002C6D7B" w:rsidRDefault="00DC6427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:rsidR="00DC6427" w:rsidRPr="002C6D7B" w:rsidRDefault="00DC6427" w:rsidP="003D0393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:rsidR="00DC6427" w:rsidRPr="002C6D7B" w:rsidRDefault="00DC6427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DC6427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DC6427" w:rsidRPr="002C6D7B" w:rsidRDefault="00DC642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:rsidR="00DC6427" w:rsidRPr="002C6D7B" w:rsidRDefault="00DC6427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DC6427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DC6427" w:rsidRPr="002C6D7B" w:rsidRDefault="00DC642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:rsidR="00DC6427" w:rsidRPr="002C6D7B" w:rsidRDefault="00DC6427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DC6427" w:rsidRPr="002C6D7B" w:rsidTr="003D0393">
        <w:trPr>
          <w:cantSplit/>
          <w:trHeight w:val="640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DC6427" w:rsidRPr="002C6D7B" w:rsidRDefault="00DC6427" w:rsidP="00C7662A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Jméno a příjmení kontaktní osoby uchazeče, tel., e-mail</w:t>
            </w:r>
          </w:p>
        </w:tc>
        <w:tc>
          <w:tcPr>
            <w:tcW w:w="4889" w:type="dxa"/>
            <w:tcBorders>
              <w:bottom w:val="single" w:sz="12" w:space="0" w:color="auto"/>
            </w:tcBorders>
            <w:vAlign w:val="center"/>
          </w:tcPr>
          <w:p w:rsidR="00DC6427" w:rsidRPr="002C6D7B" w:rsidRDefault="00DC6427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</w:tbl>
    <w:p w:rsidR="00DC6427" w:rsidRDefault="00DC6427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81"/>
        <w:gridCol w:w="4961"/>
      </w:tblGrid>
      <w:tr w:rsidR="00DC6427" w:rsidRPr="002C6D7B" w:rsidTr="00B56F3E">
        <w:trPr>
          <w:cantSplit/>
          <w:trHeight w:val="66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DC6427" w:rsidRPr="002C6D7B" w:rsidRDefault="00DC6427" w:rsidP="008B578F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DC6427" w:rsidRPr="002C6D7B" w:rsidRDefault="00DC6427" w:rsidP="00282843">
            <w:pPr>
              <w:rPr>
                <w:rFonts w:ascii="Palatino Linotype" w:hAnsi="Palatino Linotype" w:cs="Arial"/>
              </w:rPr>
            </w:pPr>
          </w:p>
        </w:tc>
      </w:tr>
      <w:tr w:rsidR="00DC6427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DC6427" w:rsidRPr="002C6D7B" w:rsidRDefault="00DC6427" w:rsidP="00CB6ACC">
            <w:pPr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:rsidR="00DC6427" w:rsidRPr="002C6D7B" w:rsidRDefault="00DC6427" w:rsidP="00282843">
            <w:pPr>
              <w:rPr>
                <w:rFonts w:ascii="Palatino Linotype" w:hAnsi="Palatino Linotype" w:cs="Arial"/>
              </w:rPr>
            </w:pPr>
          </w:p>
        </w:tc>
      </w:tr>
      <w:tr w:rsidR="00DC6427" w:rsidRPr="002C6D7B" w:rsidTr="00B56F3E">
        <w:trPr>
          <w:cantSplit/>
          <w:trHeight w:val="669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DC6427" w:rsidRPr="002C6D7B" w:rsidRDefault="00DC6427" w:rsidP="00CB6ACC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vAlign w:val="center"/>
          </w:tcPr>
          <w:p w:rsidR="00DC6427" w:rsidRPr="002C6D7B" w:rsidRDefault="00DC6427" w:rsidP="00282843">
            <w:pPr>
              <w:rPr>
                <w:rFonts w:ascii="Palatino Linotype" w:hAnsi="Palatino Linotype" w:cs="Arial"/>
              </w:rPr>
            </w:pPr>
          </w:p>
        </w:tc>
      </w:tr>
    </w:tbl>
    <w:p w:rsidR="00DC6427" w:rsidRPr="002C6D7B" w:rsidRDefault="00DC6427" w:rsidP="00282843">
      <w:pPr>
        <w:rPr>
          <w:rFonts w:ascii="Palatino Linotype" w:hAnsi="Palatino Linotype"/>
          <w:sz w:val="22"/>
          <w:szCs w:val="22"/>
        </w:rPr>
      </w:pPr>
    </w:p>
    <w:p w:rsidR="00DC6427" w:rsidRDefault="00DC6427" w:rsidP="00F35F24">
      <w:pPr>
        <w:rPr>
          <w:rFonts w:ascii="Palatino Linotype" w:hAnsi="Palatino Linotype" w:cs="Arial"/>
          <w:sz w:val="22"/>
          <w:szCs w:val="22"/>
        </w:rPr>
      </w:pPr>
    </w:p>
    <w:p w:rsidR="00DC6427" w:rsidRDefault="00DC6427" w:rsidP="00F35F24">
      <w:pPr>
        <w:rPr>
          <w:rFonts w:ascii="Palatino Linotype" w:hAnsi="Palatino Linotype" w:cs="Arial"/>
          <w:sz w:val="22"/>
          <w:szCs w:val="22"/>
        </w:rPr>
      </w:pPr>
    </w:p>
    <w:p w:rsidR="00DC6427" w:rsidRDefault="00DC6427" w:rsidP="00F35F24">
      <w:pPr>
        <w:rPr>
          <w:rFonts w:ascii="Palatino Linotype" w:hAnsi="Palatino Linotype" w:cs="Arial"/>
          <w:sz w:val="22"/>
          <w:szCs w:val="22"/>
        </w:rPr>
      </w:pPr>
    </w:p>
    <w:p w:rsidR="00DC6427" w:rsidRPr="002C6D7B" w:rsidRDefault="00DC6427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>V(e)……………………. dne ………………</w:t>
      </w:r>
    </w:p>
    <w:p w:rsidR="00DC6427" w:rsidRPr="002C6D7B" w:rsidRDefault="00DC6427" w:rsidP="00F35F24">
      <w:pPr>
        <w:rPr>
          <w:rFonts w:ascii="Palatino Linotype" w:hAnsi="Palatino Linotype" w:cs="Arial"/>
          <w:sz w:val="22"/>
          <w:szCs w:val="22"/>
        </w:rPr>
      </w:pPr>
    </w:p>
    <w:p w:rsidR="00DC6427" w:rsidRDefault="00DC6427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:rsidR="00DC6427" w:rsidRDefault="00DC6427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:rsidR="00DC6427" w:rsidRPr="002C6D7B" w:rsidRDefault="00DC6427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:rsidR="00DC6427" w:rsidRPr="002C6D7B" w:rsidRDefault="00DC6427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>osoba oprávněná jednat za dodavatele</w:t>
      </w:r>
    </w:p>
    <w:p w:rsidR="00DC6427" w:rsidRPr="002C6D7B" w:rsidRDefault="00DC6427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DC6427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27" w:rsidRDefault="00DC6427">
      <w:r>
        <w:separator/>
      </w:r>
    </w:p>
  </w:endnote>
  <w:endnote w:type="continuationSeparator" w:id="0">
    <w:p w:rsidR="00DC6427" w:rsidRDefault="00DC6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427" w:rsidRPr="00E75204" w:rsidRDefault="00DC6427" w:rsidP="00E75204">
    <w:pPr>
      <w:pStyle w:val="Footer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Příloha č. 1  zadávací dokumentace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27" w:rsidRDefault="00DC6427">
      <w:r>
        <w:separator/>
      </w:r>
    </w:p>
  </w:footnote>
  <w:footnote w:type="continuationSeparator" w:id="0">
    <w:p w:rsidR="00DC6427" w:rsidRDefault="00DC6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427" w:rsidRDefault="00DC6427" w:rsidP="0009513D">
    <w:pPr>
      <w:pStyle w:val="Header"/>
      <w:jc w:val="right"/>
    </w:pPr>
  </w:p>
  <w:p w:rsidR="00DC6427" w:rsidRDefault="00DC6427" w:rsidP="0009513D">
    <w:pPr>
      <w:pStyle w:val="Header"/>
      <w:jc w:val="right"/>
      <w:rPr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843"/>
    <w:rsid w:val="00004C0D"/>
    <w:rsid w:val="000141E9"/>
    <w:rsid w:val="00027AF3"/>
    <w:rsid w:val="00042E37"/>
    <w:rsid w:val="00071EF1"/>
    <w:rsid w:val="00073085"/>
    <w:rsid w:val="0009513D"/>
    <w:rsid w:val="000A7727"/>
    <w:rsid w:val="000B3C7A"/>
    <w:rsid w:val="000D4BC2"/>
    <w:rsid w:val="000E4DC1"/>
    <w:rsid w:val="000E509D"/>
    <w:rsid w:val="00102228"/>
    <w:rsid w:val="00162D50"/>
    <w:rsid w:val="001A113B"/>
    <w:rsid w:val="001B338B"/>
    <w:rsid w:val="001E4C76"/>
    <w:rsid w:val="001F299A"/>
    <w:rsid w:val="00207AE0"/>
    <w:rsid w:val="0021574D"/>
    <w:rsid w:val="00224731"/>
    <w:rsid w:val="00237AD9"/>
    <w:rsid w:val="00282843"/>
    <w:rsid w:val="00285EDC"/>
    <w:rsid w:val="002C081E"/>
    <w:rsid w:val="002C6D7B"/>
    <w:rsid w:val="002D3A01"/>
    <w:rsid w:val="002E41C3"/>
    <w:rsid w:val="00313290"/>
    <w:rsid w:val="003211CC"/>
    <w:rsid w:val="003306B0"/>
    <w:rsid w:val="00353755"/>
    <w:rsid w:val="00357C1A"/>
    <w:rsid w:val="00364BBC"/>
    <w:rsid w:val="00373C27"/>
    <w:rsid w:val="003812F8"/>
    <w:rsid w:val="00383945"/>
    <w:rsid w:val="00384A0C"/>
    <w:rsid w:val="003934AF"/>
    <w:rsid w:val="00394E7A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3C3D"/>
    <w:rsid w:val="00427968"/>
    <w:rsid w:val="00432BF6"/>
    <w:rsid w:val="00444994"/>
    <w:rsid w:val="0045528C"/>
    <w:rsid w:val="0047027C"/>
    <w:rsid w:val="00482EF7"/>
    <w:rsid w:val="00484607"/>
    <w:rsid w:val="00495E08"/>
    <w:rsid w:val="004F21F6"/>
    <w:rsid w:val="00513E7E"/>
    <w:rsid w:val="00517E21"/>
    <w:rsid w:val="00530FC8"/>
    <w:rsid w:val="00556C61"/>
    <w:rsid w:val="0058187E"/>
    <w:rsid w:val="005A2A1A"/>
    <w:rsid w:val="005C3B92"/>
    <w:rsid w:val="005D5B17"/>
    <w:rsid w:val="006009E8"/>
    <w:rsid w:val="00612299"/>
    <w:rsid w:val="00621B0F"/>
    <w:rsid w:val="00632198"/>
    <w:rsid w:val="00632B17"/>
    <w:rsid w:val="00636378"/>
    <w:rsid w:val="006440F6"/>
    <w:rsid w:val="0067091E"/>
    <w:rsid w:val="0069639A"/>
    <w:rsid w:val="006A4E1C"/>
    <w:rsid w:val="006F4724"/>
    <w:rsid w:val="007011B8"/>
    <w:rsid w:val="007459F1"/>
    <w:rsid w:val="007540A3"/>
    <w:rsid w:val="00755ACF"/>
    <w:rsid w:val="00757A5E"/>
    <w:rsid w:val="00781D8D"/>
    <w:rsid w:val="00792CC0"/>
    <w:rsid w:val="007945C7"/>
    <w:rsid w:val="007A4033"/>
    <w:rsid w:val="007B7CEC"/>
    <w:rsid w:val="007C3CC8"/>
    <w:rsid w:val="007C5CAD"/>
    <w:rsid w:val="007D2194"/>
    <w:rsid w:val="007D63FA"/>
    <w:rsid w:val="007F4C65"/>
    <w:rsid w:val="0080053E"/>
    <w:rsid w:val="008173E6"/>
    <w:rsid w:val="00821786"/>
    <w:rsid w:val="00827AC3"/>
    <w:rsid w:val="00842418"/>
    <w:rsid w:val="00851B06"/>
    <w:rsid w:val="00852012"/>
    <w:rsid w:val="008616D3"/>
    <w:rsid w:val="00865DC2"/>
    <w:rsid w:val="0086747F"/>
    <w:rsid w:val="00873F13"/>
    <w:rsid w:val="00890CDB"/>
    <w:rsid w:val="008A0766"/>
    <w:rsid w:val="008A25F5"/>
    <w:rsid w:val="008A2E18"/>
    <w:rsid w:val="008A7376"/>
    <w:rsid w:val="008B578F"/>
    <w:rsid w:val="008B7BF6"/>
    <w:rsid w:val="008C6102"/>
    <w:rsid w:val="008D4715"/>
    <w:rsid w:val="008F5381"/>
    <w:rsid w:val="0091750E"/>
    <w:rsid w:val="009240F2"/>
    <w:rsid w:val="00990767"/>
    <w:rsid w:val="00993962"/>
    <w:rsid w:val="00993B63"/>
    <w:rsid w:val="009A3618"/>
    <w:rsid w:val="009A7C4D"/>
    <w:rsid w:val="009B01BA"/>
    <w:rsid w:val="009B2CF9"/>
    <w:rsid w:val="009B7628"/>
    <w:rsid w:val="009C073A"/>
    <w:rsid w:val="009C6B71"/>
    <w:rsid w:val="009F4EAC"/>
    <w:rsid w:val="00A156D5"/>
    <w:rsid w:val="00A25653"/>
    <w:rsid w:val="00A43D89"/>
    <w:rsid w:val="00A56EED"/>
    <w:rsid w:val="00A62B86"/>
    <w:rsid w:val="00A643A1"/>
    <w:rsid w:val="00A66F83"/>
    <w:rsid w:val="00AD16E6"/>
    <w:rsid w:val="00AF33D0"/>
    <w:rsid w:val="00B154E4"/>
    <w:rsid w:val="00B31556"/>
    <w:rsid w:val="00B54904"/>
    <w:rsid w:val="00B561E5"/>
    <w:rsid w:val="00B56F3E"/>
    <w:rsid w:val="00B746AF"/>
    <w:rsid w:val="00B832BB"/>
    <w:rsid w:val="00BA590D"/>
    <w:rsid w:val="00BB0F29"/>
    <w:rsid w:val="00BC21FF"/>
    <w:rsid w:val="00BC554E"/>
    <w:rsid w:val="00BD2333"/>
    <w:rsid w:val="00BE736D"/>
    <w:rsid w:val="00C043AB"/>
    <w:rsid w:val="00C05869"/>
    <w:rsid w:val="00C13C17"/>
    <w:rsid w:val="00C14078"/>
    <w:rsid w:val="00C24B22"/>
    <w:rsid w:val="00C57C8F"/>
    <w:rsid w:val="00C734B1"/>
    <w:rsid w:val="00C7662A"/>
    <w:rsid w:val="00C8123E"/>
    <w:rsid w:val="00C8179F"/>
    <w:rsid w:val="00C866C1"/>
    <w:rsid w:val="00C93059"/>
    <w:rsid w:val="00C94226"/>
    <w:rsid w:val="00CA5283"/>
    <w:rsid w:val="00CB6ACC"/>
    <w:rsid w:val="00D0316F"/>
    <w:rsid w:val="00D13660"/>
    <w:rsid w:val="00D14C52"/>
    <w:rsid w:val="00D45673"/>
    <w:rsid w:val="00D96524"/>
    <w:rsid w:val="00DA14B4"/>
    <w:rsid w:val="00DA1D27"/>
    <w:rsid w:val="00DB7323"/>
    <w:rsid w:val="00DC6427"/>
    <w:rsid w:val="00DE1D2D"/>
    <w:rsid w:val="00E03945"/>
    <w:rsid w:val="00E65CDF"/>
    <w:rsid w:val="00E714FA"/>
    <w:rsid w:val="00E75204"/>
    <w:rsid w:val="00E85E30"/>
    <w:rsid w:val="00E86561"/>
    <w:rsid w:val="00E869EF"/>
    <w:rsid w:val="00EA7261"/>
    <w:rsid w:val="00EE2D8B"/>
    <w:rsid w:val="00EE576E"/>
    <w:rsid w:val="00EF3740"/>
    <w:rsid w:val="00F02873"/>
    <w:rsid w:val="00F35F24"/>
    <w:rsid w:val="00F42B5E"/>
    <w:rsid w:val="00F56847"/>
    <w:rsid w:val="00F63CF0"/>
    <w:rsid w:val="00F944F0"/>
    <w:rsid w:val="00FB1EF9"/>
    <w:rsid w:val="00FB634E"/>
    <w:rsid w:val="00FC14A1"/>
    <w:rsid w:val="00FC651E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List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84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5653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next w:val="Normal"/>
    <w:link w:val="BodyTextChar"/>
    <w:uiPriority w:val="99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2843"/>
    <w:rPr>
      <w:rFonts w:ascii="TimesNewRoman,Bold" w:hAnsi="TimesNewRoman,Bold" w:cs="Times New Roman"/>
      <w:sz w:val="24"/>
      <w:lang w:val="cs-CZ" w:eastAsia="cs-CZ"/>
    </w:rPr>
  </w:style>
  <w:style w:type="character" w:customStyle="1" w:styleId="datalabelstring">
    <w:name w:val="datalabel string"/>
    <w:basedOn w:val="DefaultParagraphFont"/>
    <w:uiPriority w:val="99"/>
    <w:rsid w:val="0028284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565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565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364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9396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402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2E41C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556C61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7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88</Words>
  <Characters>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12</cp:revision>
  <dcterms:created xsi:type="dcterms:W3CDTF">2016-06-15T10:56:00Z</dcterms:created>
  <dcterms:modified xsi:type="dcterms:W3CDTF">2021-06-16T12:48:00Z</dcterms:modified>
</cp:coreProperties>
</file>